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8"/>
        <w:gridCol w:w="6160"/>
        <w:gridCol w:w="3698"/>
      </w:tblGrid>
      <w:tr w:rsidR="00A376CE" w:rsidTr="0070055A">
        <w:tc>
          <w:tcPr>
            <w:tcW w:w="4928" w:type="dxa"/>
          </w:tcPr>
          <w:p w:rsidR="00A376CE" w:rsidRDefault="00A376CE"/>
        </w:tc>
        <w:tc>
          <w:tcPr>
            <w:tcW w:w="6160" w:type="dxa"/>
          </w:tcPr>
          <w:p w:rsidR="00A376CE" w:rsidRDefault="00A376CE"/>
        </w:tc>
        <w:tc>
          <w:tcPr>
            <w:tcW w:w="3698" w:type="dxa"/>
          </w:tcPr>
          <w:p w:rsidR="00A376CE" w:rsidRDefault="00A376CE">
            <w:pPr>
              <w:rPr>
                <w:sz w:val="28"/>
                <w:szCs w:val="28"/>
              </w:rPr>
            </w:pPr>
            <w:r w:rsidRPr="00492D8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№ </w:t>
            </w:r>
            <w:r w:rsidRPr="00492D88">
              <w:rPr>
                <w:sz w:val="28"/>
                <w:szCs w:val="28"/>
              </w:rPr>
              <w:t xml:space="preserve">1 </w:t>
            </w:r>
          </w:p>
          <w:p w:rsidR="00A376CE" w:rsidRDefault="00A376CE">
            <w:pPr>
              <w:rPr>
                <w:sz w:val="28"/>
                <w:szCs w:val="28"/>
              </w:rPr>
            </w:pPr>
            <w:r w:rsidRPr="00492D88">
              <w:rPr>
                <w:sz w:val="28"/>
                <w:szCs w:val="28"/>
              </w:rPr>
              <w:t xml:space="preserve">к приказу министерства </w:t>
            </w:r>
          </w:p>
          <w:p w:rsidR="00A376CE" w:rsidRDefault="00A376CE">
            <w:pPr>
              <w:rPr>
                <w:sz w:val="28"/>
                <w:szCs w:val="28"/>
              </w:rPr>
            </w:pPr>
            <w:r w:rsidRPr="00492D88">
              <w:rPr>
                <w:sz w:val="28"/>
                <w:szCs w:val="28"/>
              </w:rPr>
              <w:t xml:space="preserve">образования и науки </w:t>
            </w:r>
          </w:p>
          <w:p w:rsidR="00A376CE" w:rsidRPr="00492D88" w:rsidRDefault="00A376CE">
            <w:pPr>
              <w:rPr>
                <w:sz w:val="28"/>
                <w:szCs w:val="28"/>
              </w:rPr>
            </w:pPr>
            <w:r w:rsidRPr="00492D88">
              <w:rPr>
                <w:sz w:val="28"/>
                <w:szCs w:val="28"/>
              </w:rPr>
              <w:t xml:space="preserve">Красноярского края </w:t>
            </w:r>
          </w:p>
        </w:tc>
      </w:tr>
      <w:tr w:rsidR="00A376CE" w:rsidTr="0070055A">
        <w:tc>
          <w:tcPr>
            <w:tcW w:w="4928" w:type="dxa"/>
          </w:tcPr>
          <w:p w:rsidR="00A376CE" w:rsidRDefault="00A376CE"/>
        </w:tc>
        <w:tc>
          <w:tcPr>
            <w:tcW w:w="6160" w:type="dxa"/>
          </w:tcPr>
          <w:p w:rsidR="00A376CE" w:rsidRDefault="00A376CE"/>
        </w:tc>
        <w:tc>
          <w:tcPr>
            <w:tcW w:w="3698" w:type="dxa"/>
          </w:tcPr>
          <w:p w:rsidR="00A376CE" w:rsidRDefault="00A376CE">
            <w:r>
              <w:t>__02.11.2010__№___141-03/2___</w:t>
            </w:r>
          </w:p>
        </w:tc>
      </w:tr>
    </w:tbl>
    <w:p w:rsidR="00A376CE" w:rsidRDefault="00A376CE"/>
    <w:p w:rsidR="00A376CE" w:rsidRDefault="00A376CE" w:rsidP="005E5D11">
      <w:pPr>
        <w:jc w:val="center"/>
        <w:rPr>
          <w:rStyle w:val="FontStyle49"/>
          <w:sz w:val="28"/>
          <w:szCs w:val="28"/>
        </w:rPr>
      </w:pPr>
      <w:r w:rsidRPr="0069414B">
        <w:rPr>
          <w:rStyle w:val="FontStyle49"/>
          <w:sz w:val="28"/>
          <w:szCs w:val="28"/>
        </w:rPr>
        <w:t xml:space="preserve">План </w:t>
      </w:r>
    </w:p>
    <w:p w:rsidR="00A376CE" w:rsidRDefault="00A376CE" w:rsidP="006C6997">
      <w:pPr>
        <w:jc w:val="center"/>
        <w:rPr>
          <w:rStyle w:val="FontStyle49"/>
          <w:sz w:val="28"/>
          <w:szCs w:val="28"/>
        </w:rPr>
      </w:pPr>
      <w:r w:rsidRPr="0069414B">
        <w:rPr>
          <w:rStyle w:val="FontStyle49"/>
          <w:sz w:val="28"/>
          <w:szCs w:val="28"/>
        </w:rPr>
        <w:t xml:space="preserve">мероприятий по </w:t>
      </w:r>
      <w:r>
        <w:rPr>
          <w:rStyle w:val="FontStyle49"/>
          <w:sz w:val="28"/>
          <w:szCs w:val="28"/>
        </w:rPr>
        <w:t xml:space="preserve"> введению</w:t>
      </w:r>
      <w:r w:rsidRPr="0069414B">
        <w:rPr>
          <w:rStyle w:val="FontStyle49"/>
          <w:sz w:val="28"/>
          <w:szCs w:val="28"/>
        </w:rPr>
        <w:t xml:space="preserve"> федерального государственного</w:t>
      </w:r>
      <w:r>
        <w:rPr>
          <w:rStyle w:val="FontStyle49"/>
          <w:sz w:val="28"/>
          <w:szCs w:val="28"/>
        </w:rPr>
        <w:t xml:space="preserve"> </w:t>
      </w:r>
      <w:r w:rsidRPr="0069414B">
        <w:rPr>
          <w:rStyle w:val="FontStyle49"/>
          <w:sz w:val="28"/>
          <w:szCs w:val="28"/>
        </w:rPr>
        <w:t>образовательного стандарта нач</w:t>
      </w:r>
      <w:r>
        <w:rPr>
          <w:rStyle w:val="FontStyle49"/>
          <w:sz w:val="28"/>
          <w:szCs w:val="28"/>
        </w:rPr>
        <w:t xml:space="preserve">ального общего образования </w:t>
      </w:r>
      <w:r w:rsidRPr="0069414B">
        <w:rPr>
          <w:rStyle w:val="FontStyle49"/>
          <w:sz w:val="28"/>
          <w:szCs w:val="28"/>
        </w:rPr>
        <w:t xml:space="preserve"> в Красноярском крае</w:t>
      </w:r>
      <w:r>
        <w:rPr>
          <w:rStyle w:val="FontStyle49"/>
          <w:sz w:val="28"/>
          <w:szCs w:val="28"/>
        </w:rPr>
        <w:t xml:space="preserve"> на 2010-2011 учебный год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920"/>
        <w:gridCol w:w="1980"/>
        <w:gridCol w:w="2880"/>
      </w:tblGrid>
      <w:tr w:rsidR="00A376CE" w:rsidRPr="00045050" w:rsidTr="00AA03A3">
        <w:tc>
          <w:tcPr>
            <w:tcW w:w="2088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Направления мероприятий</w:t>
            </w:r>
          </w:p>
        </w:tc>
        <w:tc>
          <w:tcPr>
            <w:tcW w:w="7920" w:type="dxa"/>
          </w:tcPr>
          <w:p w:rsidR="00A376CE" w:rsidRPr="00045050" w:rsidRDefault="00A376CE" w:rsidP="00B7387C">
            <w:pPr>
              <w:jc w:val="center"/>
              <w:rPr>
                <w:rStyle w:val="FontStyle49"/>
              </w:rPr>
            </w:pPr>
            <w:r w:rsidRPr="00045050">
              <w:rPr>
                <w:rStyle w:val="FontStyle49"/>
              </w:rPr>
              <w:t>Мероприятия</w:t>
            </w:r>
          </w:p>
        </w:tc>
        <w:tc>
          <w:tcPr>
            <w:tcW w:w="19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Сроки</w:t>
            </w:r>
          </w:p>
        </w:tc>
        <w:tc>
          <w:tcPr>
            <w:tcW w:w="28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Ответственные</w:t>
            </w:r>
          </w:p>
        </w:tc>
      </w:tr>
      <w:tr w:rsidR="00A376CE" w:rsidRPr="00045050" w:rsidTr="00AA03A3">
        <w:tc>
          <w:tcPr>
            <w:tcW w:w="2088" w:type="dxa"/>
            <w:vMerge w:val="restart"/>
          </w:tcPr>
          <w:p w:rsidR="00A376CE" w:rsidRPr="00045050" w:rsidRDefault="00A376CE" w:rsidP="00045050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Создание нормативного обеспечения введения ФГОС</w:t>
            </w:r>
          </w:p>
        </w:tc>
        <w:tc>
          <w:tcPr>
            <w:tcW w:w="7920" w:type="dxa"/>
          </w:tcPr>
          <w:p w:rsidR="00A376CE" w:rsidRPr="00045050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Внесение изменений в Закон Красноярского края «Об образовании», связанных с введением ФГОС НОО, в части общих положений</w:t>
            </w:r>
          </w:p>
        </w:tc>
        <w:tc>
          <w:tcPr>
            <w:tcW w:w="1980" w:type="dxa"/>
          </w:tcPr>
          <w:p w:rsidR="00A376CE" w:rsidRPr="00045050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март  2011</w:t>
            </w:r>
          </w:p>
        </w:tc>
        <w:tc>
          <w:tcPr>
            <w:tcW w:w="2880" w:type="dxa"/>
          </w:tcPr>
          <w:p w:rsidR="00A376CE" w:rsidRPr="009573B2" w:rsidRDefault="00A376CE" w:rsidP="006726AE">
            <w:pPr>
              <w:jc w:val="both"/>
              <w:rPr>
                <w:sz w:val="20"/>
                <w:szCs w:val="20"/>
              </w:rPr>
            </w:pPr>
            <w:r w:rsidRPr="009573B2">
              <w:rPr>
                <w:sz w:val="20"/>
                <w:szCs w:val="20"/>
              </w:rPr>
              <w:t>Отдел  общего и дошкольного образования, воспитания, юридический отдел Министерства</w:t>
            </w:r>
          </w:p>
        </w:tc>
      </w:tr>
      <w:tr w:rsidR="00A376CE" w:rsidRPr="00045050" w:rsidTr="00AA03A3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8F19E9" w:rsidRDefault="00A376CE" w:rsidP="00552BD3">
            <w:pPr>
              <w:rPr>
                <w:rStyle w:val="FontStyle49"/>
              </w:rPr>
            </w:pPr>
            <w:r w:rsidRPr="008F19E9">
              <w:rPr>
                <w:rStyle w:val="FontStyle49"/>
              </w:rPr>
              <w:t xml:space="preserve">Разработка </w:t>
            </w:r>
            <w:r>
              <w:rPr>
                <w:rStyle w:val="FontStyle49"/>
              </w:rPr>
              <w:t xml:space="preserve">образцов нормативно-правовых  документов, регламентирующих введение ФГОС НОО для  муниципальных органов управления образованием , образовательных учреждений </w:t>
            </w:r>
          </w:p>
        </w:tc>
        <w:tc>
          <w:tcPr>
            <w:tcW w:w="1980" w:type="dxa"/>
          </w:tcPr>
          <w:p w:rsidR="00A376CE" w:rsidRDefault="00A376CE" w:rsidP="00552BD3">
            <w:pPr>
              <w:rPr>
                <w:rStyle w:val="FontStyle49"/>
              </w:rPr>
            </w:pPr>
            <w:r>
              <w:rPr>
                <w:rStyle w:val="FontStyle49"/>
              </w:rPr>
              <w:t>апрель 2011</w:t>
            </w:r>
          </w:p>
        </w:tc>
        <w:tc>
          <w:tcPr>
            <w:tcW w:w="2880" w:type="dxa"/>
          </w:tcPr>
          <w:p w:rsidR="00A376CE" w:rsidRPr="009573B2" w:rsidRDefault="00A376CE" w:rsidP="00552BD3">
            <w:pPr>
              <w:jc w:val="both"/>
              <w:rPr>
                <w:sz w:val="20"/>
                <w:szCs w:val="20"/>
              </w:rPr>
            </w:pPr>
            <w:r>
              <w:rPr>
                <w:rStyle w:val="FontStyle49"/>
              </w:rPr>
              <w:t>Отдел общего и дошкольного образования, воспитания юридический отдел Министерства, рабочая группа</w:t>
            </w:r>
          </w:p>
        </w:tc>
      </w:tr>
      <w:tr w:rsidR="00A376CE" w:rsidRPr="00045050" w:rsidTr="00D3618B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и утверждение порядка лицензирования ОУ в соответствии с требованиями к условиям реализации основной образовательной программы начального общего образования</w:t>
            </w:r>
          </w:p>
        </w:tc>
        <w:tc>
          <w:tcPr>
            <w:tcW w:w="198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май 2011</w:t>
            </w:r>
          </w:p>
        </w:tc>
        <w:tc>
          <w:tcPr>
            <w:tcW w:w="2880" w:type="dxa"/>
            <w:tcBorders>
              <w:bottom w:val="nil"/>
            </w:tcBorders>
          </w:tcPr>
          <w:p w:rsidR="00A376CE" w:rsidRDefault="00A376CE" w:rsidP="00120D1D">
            <w:pPr>
              <w:jc w:val="both"/>
              <w:rPr>
                <w:rStyle w:val="FontStyle49"/>
              </w:rPr>
            </w:pPr>
            <w:r>
              <w:rPr>
                <w:rStyle w:val="FontStyle49"/>
              </w:rPr>
              <w:t>Служба контроля в сфере образования Красноярского края</w:t>
            </w:r>
          </w:p>
        </w:tc>
      </w:tr>
      <w:tr w:rsidR="00A376CE" w:rsidRPr="00045050" w:rsidTr="00655439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045050" w:rsidRDefault="00A376CE" w:rsidP="00552BD3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 xml:space="preserve">Подготовка нормативных </w:t>
            </w:r>
            <w:r>
              <w:rPr>
                <w:rStyle w:val="FontStyle49"/>
              </w:rPr>
              <w:t>правовых актов, устанавливающих</w:t>
            </w:r>
          </w:p>
          <w:p w:rsidR="00A376CE" w:rsidRDefault="00A376CE" w:rsidP="00552BD3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 xml:space="preserve">нормативное подушевое  финансирование </w:t>
            </w:r>
            <w:r>
              <w:rPr>
                <w:rStyle w:val="FontStyle49"/>
              </w:rPr>
              <w:t>образовательных учреждений</w:t>
            </w:r>
            <w:r w:rsidRPr="00045050">
              <w:rPr>
                <w:rStyle w:val="FontStyle49"/>
              </w:rPr>
              <w:t xml:space="preserve">, реализующих ФГОС </w:t>
            </w:r>
            <w:r>
              <w:rPr>
                <w:rStyle w:val="FontStyle49"/>
              </w:rPr>
              <w:t>НОО</w:t>
            </w:r>
          </w:p>
        </w:tc>
        <w:tc>
          <w:tcPr>
            <w:tcW w:w="1980" w:type="dxa"/>
          </w:tcPr>
          <w:p w:rsidR="00A376CE" w:rsidRDefault="00A376CE" w:rsidP="00552BD3">
            <w:pPr>
              <w:rPr>
                <w:rStyle w:val="FontStyle49"/>
              </w:rPr>
            </w:pPr>
            <w:r>
              <w:rPr>
                <w:rStyle w:val="FontStyle49"/>
              </w:rPr>
              <w:t>сентябрь 2011</w:t>
            </w:r>
          </w:p>
        </w:tc>
        <w:tc>
          <w:tcPr>
            <w:tcW w:w="2880" w:type="dxa"/>
          </w:tcPr>
          <w:p w:rsidR="00A376CE" w:rsidRPr="009573B2" w:rsidRDefault="00A376CE" w:rsidP="00552BD3">
            <w:pPr>
              <w:jc w:val="both"/>
              <w:rPr>
                <w:sz w:val="20"/>
                <w:szCs w:val="20"/>
              </w:rPr>
            </w:pPr>
            <w:r>
              <w:rPr>
                <w:rStyle w:val="FontStyle49"/>
              </w:rPr>
              <w:t>Отдел экономического анализа, бюджетного планирования и статистики, юридический отдел Министерства, рабочая группа</w:t>
            </w:r>
          </w:p>
        </w:tc>
      </w:tr>
      <w:tr w:rsidR="00A376CE" w:rsidRPr="00045050" w:rsidTr="00655439">
        <w:tc>
          <w:tcPr>
            <w:tcW w:w="2088" w:type="dxa"/>
            <w:vMerge w:val="restart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Формирование системы методического обеспечения</w:t>
            </w:r>
          </w:p>
        </w:tc>
        <w:tc>
          <w:tcPr>
            <w:tcW w:w="7920" w:type="dxa"/>
          </w:tcPr>
          <w:p w:rsidR="00A376CE" w:rsidRDefault="00A376CE" w:rsidP="00B75416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и издание серии методических рекомендаций по введению ФГОС НОО согласно плану разработок:</w:t>
            </w:r>
          </w:p>
        </w:tc>
        <w:tc>
          <w:tcPr>
            <w:tcW w:w="1980" w:type="dxa"/>
            <w:vMerge w:val="restart"/>
          </w:tcPr>
          <w:p w:rsidR="00A376CE" w:rsidRPr="00D97A6B" w:rsidRDefault="00A376CE" w:rsidP="004632DE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</w:t>
            </w:r>
            <w:r w:rsidRPr="00D97A6B">
              <w:rPr>
                <w:rStyle w:val="FontStyle49"/>
              </w:rPr>
              <w:t>-май 2011</w:t>
            </w:r>
          </w:p>
        </w:tc>
        <w:tc>
          <w:tcPr>
            <w:tcW w:w="2880" w:type="dxa"/>
            <w:vMerge w:val="restart"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 рабочая группа</w:t>
            </w:r>
          </w:p>
        </w:tc>
      </w:tr>
      <w:tr w:rsidR="00A376CE" w:rsidRPr="00045050" w:rsidTr="00820539">
        <w:tc>
          <w:tcPr>
            <w:tcW w:w="2088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FF6594">
            <w:pPr>
              <w:rPr>
                <w:rStyle w:val="FontStyle49"/>
              </w:rPr>
            </w:pPr>
            <w:r>
              <w:rPr>
                <w:rStyle w:val="FontStyle49"/>
              </w:rPr>
              <w:t>организация деятельности методических служб по введению ФГОС НОО;</w:t>
            </w:r>
          </w:p>
        </w:tc>
        <w:tc>
          <w:tcPr>
            <w:tcW w:w="1980" w:type="dxa"/>
            <w:vMerge/>
          </w:tcPr>
          <w:p w:rsidR="00A376CE" w:rsidRPr="007E5CF4" w:rsidRDefault="00A376CE" w:rsidP="004632DE">
            <w:pPr>
              <w:rPr>
                <w:rStyle w:val="FontStyle49"/>
                <w:color w:val="FF0000"/>
              </w:rPr>
            </w:pPr>
          </w:p>
        </w:tc>
        <w:tc>
          <w:tcPr>
            <w:tcW w:w="2880" w:type="dxa"/>
            <w:vMerge/>
          </w:tcPr>
          <w:p w:rsidR="00A376CE" w:rsidRPr="00AA03A3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c>
          <w:tcPr>
            <w:tcW w:w="2088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FF6594">
            <w:pPr>
              <w:rPr>
                <w:rStyle w:val="FontStyle49"/>
              </w:rPr>
            </w:pPr>
            <w:r>
              <w:rPr>
                <w:rStyle w:val="FontStyle49"/>
              </w:rPr>
              <w:t>система оценки качества образования;</w:t>
            </w:r>
          </w:p>
        </w:tc>
        <w:tc>
          <w:tcPr>
            <w:tcW w:w="1980" w:type="dxa"/>
            <w:vMerge/>
          </w:tcPr>
          <w:p w:rsidR="00A376CE" w:rsidRPr="007E5CF4" w:rsidRDefault="00A376CE" w:rsidP="004632DE">
            <w:pPr>
              <w:rPr>
                <w:rStyle w:val="FontStyle49"/>
                <w:color w:val="FF0000"/>
              </w:rPr>
            </w:pPr>
          </w:p>
        </w:tc>
        <w:tc>
          <w:tcPr>
            <w:tcW w:w="2880" w:type="dxa"/>
            <w:vMerge/>
          </w:tcPr>
          <w:p w:rsidR="00A376CE" w:rsidRPr="00AA03A3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820539">
        <w:tc>
          <w:tcPr>
            <w:tcW w:w="2088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FF6594" w:rsidRDefault="00A376CE" w:rsidP="00B75416">
            <w:pPr>
              <w:rPr>
                <w:rStyle w:val="FontStyle49"/>
              </w:rPr>
            </w:pPr>
            <w:r>
              <w:rPr>
                <w:rStyle w:val="FontStyle49"/>
              </w:rPr>
              <w:t>описание технологии   создания информационно-образовательной среды по итогам работы пилотных школ;</w:t>
            </w:r>
          </w:p>
        </w:tc>
        <w:tc>
          <w:tcPr>
            <w:tcW w:w="1980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rPr>
          <w:trHeight w:val="910"/>
        </w:trPr>
        <w:tc>
          <w:tcPr>
            <w:tcW w:w="2088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по управлению процессами введения ФГОС НОО на муниципальном и школьном уровнях;</w:t>
            </w:r>
          </w:p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по организации внеурочной деятельности, в том числе через организацию взаимодействия с учреждениями дополнительного образования;</w:t>
            </w:r>
          </w:p>
        </w:tc>
        <w:tc>
          <w:tcPr>
            <w:tcW w:w="1980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rPr>
          <w:trHeight w:val="475"/>
        </w:trPr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7D4F78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по созданию основной образовательной программы </w:t>
            </w:r>
            <w:r w:rsidRPr="007D4F78">
              <w:rPr>
                <w:rStyle w:val="FontStyle49"/>
              </w:rPr>
              <w:t>начального общего образования</w:t>
            </w:r>
            <w:r>
              <w:rPr>
                <w:rStyle w:val="FontStyle49"/>
              </w:rPr>
              <w:t>, рабочих программ учителем;</w:t>
            </w:r>
          </w:p>
        </w:tc>
        <w:tc>
          <w:tcPr>
            <w:tcW w:w="1980" w:type="dxa"/>
            <w:vMerge/>
          </w:tcPr>
          <w:p w:rsidR="00A376CE" w:rsidRDefault="00A376CE" w:rsidP="004632DE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c>
          <w:tcPr>
            <w:tcW w:w="2088" w:type="dxa"/>
            <w:vMerge w:val="restart"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критериев готовности школ к введению ФГОС и направление в территории;</w:t>
            </w:r>
          </w:p>
        </w:tc>
        <w:tc>
          <w:tcPr>
            <w:tcW w:w="1980" w:type="dxa"/>
            <w:vMerge w:val="restart"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2880" w:type="dxa"/>
            <w:vMerge w:val="restart"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по введению ФГОС НОО в малокомплектных школах;</w:t>
            </w:r>
          </w:p>
        </w:tc>
        <w:tc>
          <w:tcPr>
            <w:tcW w:w="1980" w:type="dxa"/>
            <w:vMerge/>
          </w:tcPr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4632DE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по разработке программы  проектирования универсальных учебных действий;</w:t>
            </w:r>
          </w:p>
        </w:tc>
        <w:tc>
          <w:tcPr>
            <w:tcW w:w="1980" w:type="dxa"/>
            <w:vMerge/>
          </w:tcPr>
          <w:p w:rsidR="00A376CE" w:rsidRDefault="00A376CE" w:rsidP="006726AE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7D5FC2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по определению необходимого минимального перечня оборудования для оснащения образовательного процесса в начальной школе в соответствии с требованиями ФГОС НОО</w:t>
            </w:r>
          </w:p>
        </w:tc>
        <w:tc>
          <w:tcPr>
            <w:tcW w:w="1980" w:type="dxa"/>
            <w:vMerge/>
          </w:tcPr>
          <w:p w:rsidR="00A376CE" w:rsidRDefault="00A376CE" w:rsidP="006726AE">
            <w:pPr>
              <w:rPr>
                <w:rStyle w:val="FontStyle49"/>
              </w:rPr>
            </w:pPr>
          </w:p>
        </w:tc>
        <w:tc>
          <w:tcPr>
            <w:tcW w:w="2880" w:type="dxa"/>
            <w:vMerge/>
          </w:tcPr>
          <w:p w:rsidR="00A376CE" w:rsidRPr="009573B2" w:rsidRDefault="00A376CE" w:rsidP="00DA67B4">
            <w:pPr>
              <w:jc w:val="both"/>
              <w:rPr>
                <w:sz w:val="20"/>
                <w:szCs w:val="20"/>
              </w:rPr>
            </w:pPr>
          </w:p>
        </w:tc>
      </w:tr>
      <w:tr w:rsidR="00A376CE" w:rsidRPr="00045050" w:rsidTr="00655439">
        <w:tc>
          <w:tcPr>
            <w:tcW w:w="2088" w:type="dxa"/>
            <w:tcBorders>
              <w:bottom w:val="nil"/>
            </w:tcBorders>
          </w:tcPr>
          <w:p w:rsidR="00A376CE" w:rsidRPr="00045050" w:rsidRDefault="00A376CE" w:rsidP="00120D1D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Создание финансово-экономического обеспечения введения ФГОС</w:t>
            </w:r>
          </w:p>
        </w:tc>
        <w:tc>
          <w:tcPr>
            <w:tcW w:w="7920" w:type="dxa"/>
          </w:tcPr>
          <w:p w:rsidR="00A376CE" w:rsidRDefault="00A376CE" w:rsidP="00DA67B4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экономических расчетов стоимости  обеспечения требований к условиям реализации основной образовательной программы в соответствии с вариантами перечней учебно-материального оснащения общеобразовательных учреждений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август 2011</w:t>
            </w:r>
          </w:p>
        </w:tc>
        <w:tc>
          <w:tcPr>
            <w:tcW w:w="2880" w:type="dxa"/>
          </w:tcPr>
          <w:p w:rsidR="00A376CE" w:rsidRPr="009573B2" w:rsidRDefault="00A376CE" w:rsidP="00120D1D">
            <w:pPr>
              <w:jc w:val="both"/>
              <w:rPr>
                <w:sz w:val="20"/>
                <w:szCs w:val="20"/>
              </w:rPr>
            </w:pPr>
            <w:r>
              <w:rPr>
                <w:rStyle w:val="FontStyle49"/>
              </w:rPr>
              <w:t>Отдел экономического анализа, бюджетного планирования и статистики, юридический отдел Министерства, рабочая группа</w:t>
            </w:r>
          </w:p>
        </w:tc>
      </w:tr>
      <w:tr w:rsidR="00A376CE" w:rsidRPr="00045050" w:rsidTr="00680C3A">
        <w:tc>
          <w:tcPr>
            <w:tcW w:w="2088" w:type="dxa"/>
            <w:tcBorders>
              <w:top w:val="nil"/>
            </w:tcBorders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Формирование бюджета на 2012 год в части расходов на образование с учетом нормативов, обеспечивающих реализацию ФГОС НОО в Красноярском крае</w:t>
            </w:r>
          </w:p>
        </w:tc>
        <w:tc>
          <w:tcPr>
            <w:tcW w:w="19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июнь-сентябрь 2011</w:t>
            </w:r>
          </w:p>
        </w:tc>
        <w:tc>
          <w:tcPr>
            <w:tcW w:w="2880" w:type="dxa"/>
          </w:tcPr>
          <w:p w:rsidR="00A376CE" w:rsidRPr="00045050" w:rsidRDefault="00A376CE" w:rsidP="00DA67B4">
            <w:pPr>
              <w:rPr>
                <w:rStyle w:val="FontStyle49"/>
              </w:rPr>
            </w:pPr>
            <w:r>
              <w:rPr>
                <w:rStyle w:val="FontStyle49"/>
              </w:rPr>
              <w:t>Отдел экономического анализа, бюджетного планирования и статистики  Министерства</w:t>
            </w:r>
          </w:p>
        </w:tc>
      </w:tr>
      <w:tr w:rsidR="00A376CE" w:rsidRPr="00045050" w:rsidTr="00680C3A">
        <w:tc>
          <w:tcPr>
            <w:tcW w:w="2088" w:type="dxa"/>
            <w:vMerge w:val="restart"/>
          </w:tcPr>
          <w:p w:rsidR="00A376CE" w:rsidRPr="00045050" w:rsidRDefault="00A376CE" w:rsidP="00045050">
            <w:pPr>
              <w:rPr>
                <w:rStyle w:val="FontStyle49"/>
              </w:rPr>
            </w:pPr>
            <w:r w:rsidRPr="00045050">
              <w:rPr>
                <w:rStyle w:val="FontStyle49"/>
              </w:rPr>
              <w:t>Создание организационного обеспечения введения ФГОС</w:t>
            </w:r>
          </w:p>
        </w:tc>
        <w:tc>
          <w:tcPr>
            <w:tcW w:w="7920" w:type="dxa"/>
          </w:tcPr>
          <w:p w:rsidR="00A376CE" w:rsidRPr="00045050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Проведение заседаний рабочей группы по  реализации</w:t>
            </w:r>
            <w:r w:rsidRPr="00045050">
              <w:rPr>
                <w:rStyle w:val="FontStyle49"/>
              </w:rPr>
              <w:t xml:space="preserve"> плана </w:t>
            </w:r>
            <w:r>
              <w:rPr>
                <w:rStyle w:val="FontStyle49"/>
              </w:rPr>
              <w:t xml:space="preserve">мероприятий по обеспечению </w:t>
            </w:r>
            <w:r w:rsidRPr="00045050">
              <w:rPr>
                <w:rStyle w:val="FontStyle49"/>
              </w:rPr>
              <w:t xml:space="preserve">введения ФГОС </w:t>
            </w:r>
            <w:r>
              <w:rPr>
                <w:rStyle w:val="FontStyle49"/>
              </w:rPr>
              <w:t>НОО</w:t>
            </w:r>
            <w:r w:rsidRPr="00045050">
              <w:rPr>
                <w:rStyle w:val="FontStyle49"/>
              </w:rPr>
              <w:t xml:space="preserve"> в Красноярском</w:t>
            </w:r>
            <w:r>
              <w:rPr>
                <w:rStyle w:val="FontStyle49"/>
              </w:rPr>
              <w:t xml:space="preserve"> крае</w:t>
            </w:r>
          </w:p>
        </w:tc>
        <w:tc>
          <w:tcPr>
            <w:tcW w:w="198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один раз в месяц у заместителя министра и один раз в два месяца у министра</w:t>
            </w:r>
          </w:p>
        </w:tc>
        <w:tc>
          <w:tcPr>
            <w:tcW w:w="2880" w:type="dxa"/>
          </w:tcPr>
          <w:p w:rsidR="00A376CE" w:rsidRPr="009573B2" w:rsidRDefault="00A376CE" w:rsidP="00120D1D">
            <w:pPr>
              <w:jc w:val="both"/>
              <w:rPr>
                <w:sz w:val="20"/>
                <w:szCs w:val="20"/>
              </w:rPr>
            </w:pPr>
            <w:r w:rsidRPr="009573B2">
              <w:rPr>
                <w:sz w:val="20"/>
                <w:szCs w:val="20"/>
              </w:rPr>
              <w:t>Отдел  общего и дошкольного образования, воспитания Министерства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FF6594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Разработка, согласование программ работы пилотных школ в соответствии с выбранным направлением работы</w:t>
            </w:r>
          </w:p>
        </w:tc>
        <w:tc>
          <w:tcPr>
            <w:tcW w:w="198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 2010</w:t>
            </w:r>
          </w:p>
        </w:tc>
        <w:tc>
          <w:tcPr>
            <w:tcW w:w="2880" w:type="dxa"/>
          </w:tcPr>
          <w:p w:rsidR="00A376CE" w:rsidRPr="009573B2" w:rsidRDefault="00A376CE" w:rsidP="006726AE">
            <w:pPr>
              <w:jc w:val="both"/>
              <w:rPr>
                <w:sz w:val="20"/>
                <w:szCs w:val="20"/>
              </w:rPr>
            </w:pPr>
            <w:r w:rsidRPr="009573B2">
              <w:rPr>
                <w:sz w:val="20"/>
                <w:szCs w:val="20"/>
              </w:rPr>
              <w:t>Отдел  общего и дошкольного образования, воспитания</w:t>
            </w:r>
            <w:r>
              <w:rPr>
                <w:sz w:val="20"/>
                <w:szCs w:val="20"/>
              </w:rPr>
              <w:t>, 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 рабочая группа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Определение списка пилотных школ, на базе которых будет организована работа по апробации перечня оборудования для начальной школы в соответствии с требованиями ФГОС НОО, организация сопровождения данных школ</w:t>
            </w:r>
          </w:p>
        </w:tc>
        <w:tc>
          <w:tcPr>
            <w:tcW w:w="198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 2010-апрель 2011</w:t>
            </w:r>
          </w:p>
        </w:tc>
        <w:tc>
          <w:tcPr>
            <w:tcW w:w="2880" w:type="dxa"/>
          </w:tcPr>
          <w:p w:rsidR="00A376CE" w:rsidRPr="009573B2" w:rsidRDefault="00A376CE" w:rsidP="006726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</w:tr>
      <w:tr w:rsidR="00A376CE" w:rsidRPr="00045050" w:rsidTr="00BF42B2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Проведение анализа готовности общеобразовательных учреждений к введению ФГОС НОО</w:t>
            </w:r>
          </w:p>
        </w:tc>
        <w:tc>
          <w:tcPr>
            <w:tcW w:w="198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ноябрь 2010</w:t>
            </w:r>
          </w:p>
        </w:tc>
        <w:tc>
          <w:tcPr>
            <w:tcW w:w="2880" w:type="dxa"/>
          </w:tcPr>
          <w:p w:rsidR="00A376CE" w:rsidRPr="009573B2" w:rsidRDefault="00A376CE" w:rsidP="00120D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МОУО, ОУ</w:t>
            </w:r>
          </w:p>
        </w:tc>
      </w:tr>
      <w:tr w:rsidR="00A376CE" w:rsidRPr="00045050" w:rsidTr="00BF42B2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045050" w:rsidRDefault="00A376CE" w:rsidP="00120D1D">
            <w:pPr>
              <w:rPr>
                <w:rStyle w:val="FontStyle49"/>
              </w:rPr>
            </w:pPr>
            <w:r>
              <w:rPr>
                <w:sz w:val="20"/>
                <w:szCs w:val="20"/>
              </w:rPr>
              <w:t>Разработка и утверждение муниципальными образованиями мероприятий по обеспечению введения стандартов второго поколения</w:t>
            </w:r>
            <w:r w:rsidRPr="000C3B11">
              <w:rPr>
                <w:rStyle w:val="FontStyle49"/>
                <w:color w:val="FF0000"/>
              </w:rPr>
              <w:t xml:space="preserve"> 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ноябрь 2010</w:t>
            </w:r>
          </w:p>
        </w:tc>
        <w:tc>
          <w:tcPr>
            <w:tcW w:w="2880" w:type="dxa"/>
          </w:tcPr>
          <w:p w:rsidR="00A376CE" w:rsidRPr="009573B2" w:rsidRDefault="00A376CE" w:rsidP="00240D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МОУО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120D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планов, программ подготовки школ к введению ФГОС</w:t>
            </w:r>
          </w:p>
        </w:tc>
        <w:tc>
          <w:tcPr>
            <w:tcW w:w="1980" w:type="dxa"/>
          </w:tcPr>
          <w:p w:rsidR="00A376CE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ноябрь 2010</w:t>
            </w:r>
          </w:p>
        </w:tc>
        <w:tc>
          <w:tcPr>
            <w:tcW w:w="2880" w:type="dxa"/>
          </w:tcPr>
          <w:p w:rsidR="00A376CE" w:rsidRPr="009573B2" w:rsidRDefault="00A376CE" w:rsidP="00120D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МОУО, ОУ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D85448">
            <w:pPr>
              <w:tabs>
                <w:tab w:val="left" w:pos="32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муниципальных служб по информационно-методическому обеспечению введения ФГОС НОО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февраль 2011</w:t>
            </w:r>
          </w:p>
        </w:tc>
        <w:tc>
          <w:tcPr>
            <w:tcW w:w="2880" w:type="dxa"/>
          </w:tcPr>
          <w:p w:rsidR="00A376CE" w:rsidRPr="009573B2" w:rsidRDefault="00A376CE" w:rsidP="00120D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МОУО</w:t>
            </w:r>
          </w:p>
        </w:tc>
      </w:tr>
      <w:tr w:rsidR="00A376CE" w:rsidRPr="00045050" w:rsidTr="0032757F">
        <w:trPr>
          <w:trHeight w:val="1150"/>
        </w:trPr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E539A0">
            <w:pPr>
              <w:rPr>
                <w:rStyle w:val="FontStyle49"/>
              </w:rPr>
            </w:pPr>
            <w:r>
              <w:rPr>
                <w:rStyle w:val="FontStyle49"/>
              </w:rPr>
              <w:t>Подготовка инструктивно-методического письма о порядке введения ФГОС в общеобразовательных учреждениях края</w:t>
            </w:r>
          </w:p>
        </w:tc>
        <w:tc>
          <w:tcPr>
            <w:tcW w:w="1980" w:type="dxa"/>
          </w:tcPr>
          <w:p w:rsidR="00A376CE" w:rsidRDefault="00A376CE" w:rsidP="00E539A0">
            <w:pPr>
              <w:rPr>
                <w:rStyle w:val="FontStyle49"/>
              </w:rPr>
            </w:pPr>
            <w:r>
              <w:rPr>
                <w:rStyle w:val="FontStyle49"/>
              </w:rPr>
              <w:t>февраль 2011</w:t>
            </w:r>
          </w:p>
        </w:tc>
        <w:tc>
          <w:tcPr>
            <w:tcW w:w="2880" w:type="dxa"/>
          </w:tcPr>
          <w:p w:rsidR="00A376CE" w:rsidRPr="009573B2" w:rsidRDefault="00A376CE" w:rsidP="00E539A0">
            <w:pPr>
              <w:jc w:val="both"/>
              <w:rPr>
                <w:sz w:val="20"/>
                <w:szCs w:val="20"/>
              </w:rPr>
            </w:pPr>
            <w:r>
              <w:rPr>
                <w:rStyle w:val="FontStyle49"/>
              </w:rPr>
              <w:t>Отдел общего и дошкольного образования, воспитания, юридический отдел</w:t>
            </w:r>
          </w:p>
          <w:p w:rsidR="00A376CE" w:rsidRPr="009573B2" w:rsidRDefault="00A376CE" w:rsidP="00E539A0">
            <w:pPr>
              <w:jc w:val="both"/>
              <w:rPr>
                <w:sz w:val="20"/>
                <w:szCs w:val="20"/>
              </w:rPr>
            </w:pPr>
            <w:r>
              <w:rPr>
                <w:rStyle w:val="FontStyle49"/>
              </w:rPr>
              <w:t xml:space="preserve"> Министерства, рабочая группа </w:t>
            </w:r>
          </w:p>
        </w:tc>
      </w:tr>
      <w:tr w:rsidR="00A376CE" w:rsidRPr="00045050" w:rsidTr="00DF6343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D85448">
            <w:pPr>
              <w:tabs>
                <w:tab w:val="left" w:pos="32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муниципальных систем образования о наработках пилотных школ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постоянно</w:t>
            </w:r>
          </w:p>
        </w:tc>
        <w:tc>
          <w:tcPr>
            <w:tcW w:w="2880" w:type="dxa"/>
          </w:tcPr>
          <w:p w:rsidR="00A376CE" w:rsidRPr="009573B2" w:rsidRDefault="00A376CE" w:rsidP="00240D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МОУО</w:t>
            </w:r>
          </w:p>
        </w:tc>
      </w:tr>
      <w:tr w:rsidR="00A376CE" w:rsidRPr="00045050" w:rsidTr="00DF6343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8F19E9" w:rsidRDefault="00A376CE" w:rsidP="00CA45BC">
            <w:pPr>
              <w:rPr>
                <w:rStyle w:val="FontStyle49"/>
              </w:rPr>
            </w:pPr>
            <w:r w:rsidRPr="008F19E9">
              <w:rPr>
                <w:rStyle w:val="FontStyle49"/>
              </w:rPr>
              <w:t xml:space="preserve">Организация деятельности </w:t>
            </w:r>
            <w:r>
              <w:rPr>
                <w:rStyle w:val="FontStyle49"/>
              </w:rPr>
              <w:t>38 пилотных ОУ</w:t>
            </w:r>
            <w:r w:rsidRPr="008F19E9">
              <w:rPr>
                <w:rStyle w:val="FontStyle49"/>
              </w:rPr>
              <w:t xml:space="preserve"> </w:t>
            </w:r>
            <w:r>
              <w:rPr>
                <w:rStyle w:val="FontStyle49"/>
              </w:rPr>
              <w:t>в 17 МОУО по введению</w:t>
            </w:r>
            <w:r w:rsidRPr="008F19E9">
              <w:rPr>
                <w:rStyle w:val="FontStyle49"/>
              </w:rPr>
              <w:t xml:space="preserve"> ФГОС </w:t>
            </w:r>
            <w:r>
              <w:rPr>
                <w:rStyle w:val="FontStyle49"/>
              </w:rPr>
              <w:t>НОО в соответствии с планом мероприятий  «Организация деятельности по введению требований федерального государственного  образовательного стандарта начального образования в пилотных школах Красноярского края», утвержденному ректором</w:t>
            </w:r>
            <w:r>
              <w:rPr>
                <w:sz w:val="20"/>
                <w:szCs w:val="20"/>
              </w:rPr>
              <w:t xml:space="preserve"> КГ</w:t>
            </w:r>
            <w:r w:rsidRPr="00AA03A3">
              <w:rPr>
                <w:sz w:val="20"/>
                <w:szCs w:val="20"/>
              </w:rPr>
              <w:t>АОУ ДПО</w:t>
            </w:r>
            <w:r>
              <w:rPr>
                <w:sz w:val="20"/>
                <w:szCs w:val="20"/>
              </w:rPr>
              <w:t xml:space="preserve"> (ПК)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Style w:val="FontStyle49"/>
              </w:rPr>
              <w:t xml:space="preserve"> МОУО  </w:t>
            </w:r>
          </w:p>
        </w:tc>
        <w:tc>
          <w:tcPr>
            <w:tcW w:w="19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2010-2011 в соответствии с планом мероприятий </w:t>
            </w:r>
          </w:p>
        </w:tc>
        <w:tc>
          <w:tcPr>
            <w:tcW w:w="2880" w:type="dxa"/>
          </w:tcPr>
          <w:p w:rsidR="00A376CE" w:rsidRPr="00916A02" w:rsidRDefault="00A376CE" w:rsidP="00045050">
            <w:pPr>
              <w:rPr>
                <w:rStyle w:val="FontStyle49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 xml:space="preserve">, педагогические колледжи, </w:t>
            </w:r>
            <w:r>
              <w:rPr>
                <w:rStyle w:val="FontStyle49"/>
              </w:rPr>
              <w:t xml:space="preserve"> МОУО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8F19E9" w:rsidRDefault="00A376CE" w:rsidP="00CA45BC">
            <w:pPr>
              <w:rPr>
                <w:rStyle w:val="FontStyle49"/>
              </w:rPr>
            </w:pPr>
            <w:r>
              <w:rPr>
                <w:rStyle w:val="FontStyle49"/>
              </w:rPr>
              <w:t>Организация сопровождения апробации учебного оборудования для начальной школы в соответствии с требованиями ФГОС НОО в пилотных школах. Закрепление ответственных кураторов-методистов за каждой пилотной школой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2010-2011</w:t>
            </w:r>
          </w:p>
        </w:tc>
        <w:tc>
          <w:tcPr>
            <w:tcW w:w="2880" w:type="dxa"/>
          </w:tcPr>
          <w:p w:rsidR="00A376CE" w:rsidRDefault="00A376CE" w:rsidP="008A08B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Проведение совещаний с руководителями пилотных МОУО, педагогических колледжей по темам:</w:t>
            </w:r>
          </w:p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1. Организация деятельности участников проекта в рамках 3-го этапа апробации;</w:t>
            </w:r>
          </w:p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2. Нормативно-правовые акты, обеспечивающие реализацию ФГОС в первых классах;</w:t>
            </w:r>
          </w:p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3. Презентация команд образовательных учреждений Шушенского, Енисейского, Березовского районов, г</w:t>
            </w:r>
            <w:smartTag w:uri="urn:schemas-microsoft-com:office:smarttags" w:element="PersonName">
              <w:r>
                <w:rPr>
                  <w:rStyle w:val="FontStyle49"/>
                </w:rPr>
                <w:t>г. Ачинск</w:t>
              </w:r>
            </w:smartTag>
            <w:r>
              <w:rPr>
                <w:rStyle w:val="FontStyle49"/>
              </w:rPr>
              <w:t>а, Канска (организация внеурочной деятельности, работа с родителями, работа с кадрами)</w:t>
            </w:r>
          </w:p>
        </w:tc>
        <w:tc>
          <w:tcPr>
            <w:tcW w:w="19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согласно плану мероприятий   по введению требований ФГОС НОО в пилотных школах края</w:t>
            </w:r>
          </w:p>
        </w:tc>
        <w:tc>
          <w:tcPr>
            <w:tcW w:w="2880" w:type="dxa"/>
          </w:tcPr>
          <w:p w:rsidR="00A376CE" w:rsidRDefault="00A376CE" w:rsidP="00AA03A3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</w:t>
            </w:r>
          </w:p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 МОУО, рабочаяя группа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D53BB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региональной системы мониторинга результатов освоения основной образовательной программы начального общего образования: апробация инструментария мониторинга предметных компетенций выпускников начальной школы</w:t>
            </w:r>
          </w:p>
        </w:tc>
        <w:tc>
          <w:tcPr>
            <w:tcW w:w="1980" w:type="dxa"/>
          </w:tcPr>
          <w:p w:rsidR="00A376CE" w:rsidRPr="00B469C1" w:rsidRDefault="00A376CE" w:rsidP="006D53BB">
            <w:pPr>
              <w:rPr>
                <w:rStyle w:val="FontStyle49"/>
              </w:rPr>
            </w:pPr>
            <w:r>
              <w:rPr>
                <w:rStyle w:val="FontStyle49"/>
              </w:rPr>
              <w:t>январь 2011</w:t>
            </w:r>
          </w:p>
          <w:p w:rsidR="00A376CE" w:rsidRPr="00916A02" w:rsidRDefault="00A376CE" w:rsidP="006D53BB">
            <w:pPr>
              <w:rPr>
                <w:rStyle w:val="FontStyle49"/>
                <w:lang w:val="en-US"/>
              </w:rPr>
            </w:pPr>
          </w:p>
        </w:tc>
        <w:tc>
          <w:tcPr>
            <w:tcW w:w="2880" w:type="dxa"/>
          </w:tcPr>
          <w:p w:rsidR="00A376CE" w:rsidRPr="00F5355B" w:rsidRDefault="00A376CE" w:rsidP="006D53BB">
            <w:pPr>
              <w:rPr>
                <w:rStyle w:val="FontStyle49"/>
              </w:rPr>
            </w:pPr>
            <w:r w:rsidRPr="00F5355B">
              <w:rPr>
                <w:rStyle w:val="FontStyle49"/>
              </w:rPr>
              <w:t>КГБСУ «Центр оценки качества образования»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D53BB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Разработка региональной системы мониторинга результатов освоения основной </w:t>
            </w:r>
            <w:r w:rsidRPr="00F92BD3">
              <w:rPr>
                <w:rStyle w:val="FontStyle49"/>
              </w:rPr>
              <w:t>образовательной</w:t>
            </w:r>
            <w:r>
              <w:rPr>
                <w:rStyle w:val="FontStyle49"/>
              </w:rPr>
              <w:t xml:space="preserve"> программы начального общего образования: проведение исследования предметных компетенций выпускников начальной школы</w:t>
            </w:r>
          </w:p>
        </w:tc>
        <w:tc>
          <w:tcPr>
            <w:tcW w:w="1980" w:type="dxa"/>
          </w:tcPr>
          <w:p w:rsidR="00A376CE" w:rsidRDefault="00A376CE" w:rsidP="006D53BB">
            <w:pPr>
              <w:rPr>
                <w:rStyle w:val="FontStyle49"/>
              </w:rPr>
            </w:pPr>
            <w:r>
              <w:rPr>
                <w:rStyle w:val="FontStyle49"/>
              </w:rPr>
              <w:t>март  2011</w:t>
            </w:r>
          </w:p>
        </w:tc>
        <w:tc>
          <w:tcPr>
            <w:tcW w:w="2880" w:type="dxa"/>
          </w:tcPr>
          <w:p w:rsidR="00A376CE" w:rsidRPr="00F5355B" w:rsidRDefault="00A376CE" w:rsidP="006D53BB">
            <w:pPr>
              <w:rPr>
                <w:rStyle w:val="FontStyle49"/>
              </w:rPr>
            </w:pPr>
            <w:r w:rsidRPr="00F5355B">
              <w:rPr>
                <w:rStyle w:val="FontStyle49"/>
              </w:rPr>
              <w:t>КГБСУ «Центр оценки качества образования»</w:t>
            </w:r>
          </w:p>
        </w:tc>
      </w:tr>
      <w:tr w:rsidR="00A376CE" w:rsidRPr="00045050" w:rsidTr="00680C3A">
        <w:tc>
          <w:tcPr>
            <w:tcW w:w="2088" w:type="dxa"/>
            <w:vMerge/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8F19E9" w:rsidRDefault="00A376CE" w:rsidP="006D53BB">
            <w:pPr>
              <w:rPr>
                <w:rStyle w:val="FontStyle49"/>
              </w:rPr>
            </w:pPr>
            <w:r>
              <w:rPr>
                <w:rStyle w:val="FontStyle49"/>
              </w:rPr>
              <w:t>Обеспечение включения края</w:t>
            </w:r>
            <w:r w:rsidRPr="008F19E9">
              <w:rPr>
                <w:rStyle w:val="FontStyle49"/>
              </w:rPr>
              <w:t xml:space="preserve"> в общероссийский мониторинг по введению ФГОС</w:t>
            </w:r>
            <w:r>
              <w:rPr>
                <w:rStyle w:val="FontStyle49"/>
              </w:rPr>
              <w:t xml:space="preserve"> НОО  организация проведения данного мониторинга</w:t>
            </w:r>
          </w:p>
        </w:tc>
        <w:tc>
          <w:tcPr>
            <w:tcW w:w="1980" w:type="dxa"/>
          </w:tcPr>
          <w:p w:rsidR="00A376CE" w:rsidRPr="00D85448" w:rsidRDefault="00A376CE" w:rsidP="006D53BB">
            <w:pPr>
              <w:rPr>
                <w:rStyle w:val="FontStyle42"/>
                <w:b w:val="0"/>
                <w:sz w:val="20"/>
                <w:szCs w:val="20"/>
              </w:rPr>
            </w:pPr>
            <w:r>
              <w:rPr>
                <w:rStyle w:val="FontStyle49"/>
              </w:rPr>
              <w:t>июнь</w:t>
            </w:r>
            <w:r>
              <w:rPr>
                <w:rStyle w:val="FontStyle42"/>
                <w:b w:val="0"/>
                <w:sz w:val="20"/>
                <w:szCs w:val="20"/>
              </w:rPr>
              <w:t xml:space="preserve"> 2011</w:t>
            </w:r>
          </w:p>
        </w:tc>
        <w:tc>
          <w:tcPr>
            <w:tcW w:w="2880" w:type="dxa"/>
          </w:tcPr>
          <w:p w:rsidR="00A376CE" w:rsidRPr="00F5355B" w:rsidRDefault="00A376CE" w:rsidP="006D53BB">
            <w:pPr>
              <w:rPr>
                <w:rStyle w:val="FontStyle49"/>
              </w:rPr>
            </w:pPr>
            <w:r w:rsidRPr="00F5355B">
              <w:rPr>
                <w:rStyle w:val="FontStyle49"/>
              </w:rPr>
              <w:t>КГБСУ «Центр оценки качества образования»</w:t>
            </w:r>
          </w:p>
        </w:tc>
      </w:tr>
      <w:tr w:rsidR="00A376CE" w:rsidRPr="00045050" w:rsidTr="00680C3A">
        <w:tc>
          <w:tcPr>
            <w:tcW w:w="2088" w:type="dxa"/>
            <w:vMerge/>
            <w:tcBorders>
              <w:bottom w:val="nil"/>
            </w:tcBorders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Pr="00045050" w:rsidRDefault="00A376CE" w:rsidP="00611F9C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Обсуждение вопроса «Практика подготовки введения ФГОС НОО в пилотных ОУ» на августовских совещаниях: демонстрация результатов второго года реализации ФГОС НОО </w:t>
            </w:r>
          </w:p>
          <w:p w:rsidR="00A376CE" w:rsidRDefault="00A376CE" w:rsidP="00045050">
            <w:pPr>
              <w:rPr>
                <w:rStyle w:val="FontStyle49"/>
              </w:rPr>
            </w:pPr>
          </w:p>
          <w:p w:rsidR="00A376CE" w:rsidRDefault="00A376CE" w:rsidP="00045050">
            <w:pPr>
              <w:rPr>
                <w:rStyle w:val="FontStyle49"/>
              </w:rPr>
            </w:pPr>
          </w:p>
        </w:tc>
        <w:tc>
          <w:tcPr>
            <w:tcW w:w="19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август 2011</w:t>
            </w:r>
          </w:p>
        </w:tc>
        <w:tc>
          <w:tcPr>
            <w:tcW w:w="2880" w:type="dxa"/>
          </w:tcPr>
          <w:p w:rsidR="00A376CE" w:rsidRPr="00045050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Отдел общего и дошкольного образования, воспитания Министерства</w:t>
            </w:r>
            <w:r>
              <w:rPr>
                <w:sz w:val="20"/>
                <w:szCs w:val="20"/>
              </w:rPr>
              <w:t>, 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rStyle w:val="FontStyle49"/>
              </w:rPr>
              <w:t>, МОУО</w:t>
            </w:r>
          </w:p>
        </w:tc>
      </w:tr>
      <w:tr w:rsidR="00A376CE" w:rsidRPr="00045050" w:rsidTr="00680C3A">
        <w:tc>
          <w:tcPr>
            <w:tcW w:w="2088" w:type="dxa"/>
            <w:tcBorders>
              <w:top w:val="nil"/>
            </w:tcBorders>
          </w:tcPr>
          <w:p w:rsidR="00A376CE" w:rsidRPr="00045050" w:rsidRDefault="00A376CE" w:rsidP="00045050">
            <w:pPr>
              <w:rPr>
                <w:rStyle w:val="FontStyle49"/>
              </w:rPr>
            </w:pPr>
          </w:p>
        </w:tc>
        <w:tc>
          <w:tcPr>
            <w:tcW w:w="7920" w:type="dxa"/>
          </w:tcPr>
          <w:p w:rsidR="00A376CE" w:rsidRDefault="00A376CE" w:rsidP="00611F9C">
            <w:pPr>
              <w:rPr>
                <w:rStyle w:val="FontStyle49"/>
              </w:rPr>
            </w:pPr>
            <w:r>
              <w:rPr>
                <w:rStyle w:val="FontStyle49"/>
              </w:rPr>
              <w:t>Конференция «Опыт введения и реализации ФГОС в пилотных школах»</w:t>
            </w:r>
          </w:p>
        </w:tc>
        <w:tc>
          <w:tcPr>
            <w:tcW w:w="198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 2011</w:t>
            </w:r>
          </w:p>
        </w:tc>
        <w:tc>
          <w:tcPr>
            <w:tcW w:w="2880" w:type="dxa"/>
          </w:tcPr>
          <w:p w:rsidR="00A376CE" w:rsidRPr="00045050" w:rsidRDefault="00A376CE" w:rsidP="006726AE">
            <w:pPr>
              <w:rPr>
                <w:rStyle w:val="FontStyle49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rStyle w:val="FontStyle49"/>
              </w:rPr>
              <w:t>,  педагогические колледжи, МОУО</w:t>
            </w:r>
          </w:p>
        </w:tc>
      </w:tr>
      <w:tr w:rsidR="00A376CE" w:rsidRPr="00D85448" w:rsidTr="00DF6343">
        <w:tc>
          <w:tcPr>
            <w:tcW w:w="2088" w:type="dxa"/>
            <w:vMerge w:val="restart"/>
          </w:tcPr>
          <w:p w:rsidR="00A376CE" w:rsidRPr="008F19E9" w:rsidRDefault="00A376CE" w:rsidP="00045050">
            <w:pPr>
              <w:rPr>
                <w:rStyle w:val="FontStyle52"/>
              </w:rPr>
            </w:pPr>
            <w:r w:rsidRPr="008F19E9">
              <w:rPr>
                <w:rStyle w:val="FontStyle52"/>
              </w:rPr>
              <w:t>Создание кадрового обеспечения введения ФГОС</w:t>
            </w:r>
          </w:p>
        </w:tc>
        <w:tc>
          <w:tcPr>
            <w:tcW w:w="792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Подготовка педагогов-тьюторов для проведения подготовки управленческих и педагогических кадров из числа методистов 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 педколледжей, педвузов, методистов муниципальных методических служб в соответствии с требованиями ФГОС НОО</w:t>
            </w:r>
          </w:p>
        </w:tc>
        <w:tc>
          <w:tcPr>
            <w:tcW w:w="1980" w:type="dxa"/>
          </w:tcPr>
          <w:p w:rsidR="00A376CE" w:rsidRPr="00821226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согласно графику Минобрнауки России</w:t>
            </w:r>
          </w:p>
        </w:tc>
        <w:tc>
          <w:tcPr>
            <w:tcW w:w="2880" w:type="dxa"/>
          </w:tcPr>
          <w:p w:rsidR="00A376CE" w:rsidRPr="00045050" w:rsidRDefault="00A376CE" w:rsidP="006726AE">
            <w:pPr>
              <w:rPr>
                <w:rStyle w:val="FontStyle49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(ПК) 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</w:tr>
      <w:tr w:rsidR="00A376CE" w:rsidRPr="00D85448" w:rsidTr="00DF6343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>Организация повышения квалификации педагогических кадров общеобразовательных учреждений, специалистов методических служб по вопросам введения ФГОС НОО</w:t>
            </w:r>
          </w:p>
        </w:tc>
        <w:tc>
          <w:tcPr>
            <w:tcW w:w="198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 2010-</w:t>
            </w:r>
          </w:p>
          <w:p w:rsidR="00A376CE" w:rsidRPr="00821226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август 2011</w:t>
            </w:r>
          </w:p>
        </w:tc>
        <w:tc>
          <w:tcPr>
            <w:tcW w:w="2880" w:type="dxa"/>
          </w:tcPr>
          <w:p w:rsidR="00A376CE" w:rsidRPr="00045050" w:rsidRDefault="00A376CE" w:rsidP="006726AE">
            <w:pPr>
              <w:rPr>
                <w:rStyle w:val="FontStyle49"/>
              </w:rPr>
            </w:pP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 МОУО, ОУ</w:t>
            </w:r>
          </w:p>
        </w:tc>
      </w:tr>
      <w:tr w:rsidR="00A376CE" w:rsidRPr="00D85448" w:rsidTr="00903CF6">
        <w:trPr>
          <w:trHeight w:val="315"/>
        </w:trPr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>Организация подготовки студентов педагогических учебных заведений края для работы в общеобразовательных учреждениях в соответствии с требованиями ФГОС НОО</w:t>
            </w:r>
          </w:p>
        </w:tc>
        <w:tc>
          <w:tcPr>
            <w:tcW w:w="1980" w:type="dxa"/>
          </w:tcPr>
          <w:p w:rsidR="00A376CE" w:rsidRDefault="00A376CE" w:rsidP="006726AE">
            <w:pPr>
              <w:rPr>
                <w:rStyle w:val="FontStyle49"/>
              </w:rPr>
            </w:pPr>
            <w:r>
              <w:rPr>
                <w:rStyle w:val="FontStyle49"/>
              </w:rPr>
              <w:t>сентябрь 2011</w:t>
            </w:r>
          </w:p>
        </w:tc>
        <w:tc>
          <w:tcPr>
            <w:tcW w:w="2880" w:type="dxa"/>
          </w:tcPr>
          <w:p w:rsidR="00A376CE" w:rsidRPr="00AA03A3" w:rsidRDefault="00A376CE" w:rsidP="0067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Педагогические колледжи</w:t>
            </w:r>
          </w:p>
        </w:tc>
      </w:tr>
      <w:tr w:rsidR="00A376CE" w:rsidRPr="00D85448" w:rsidTr="00680C3A">
        <w:tc>
          <w:tcPr>
            <w:tcW w:w="2088" w:type="dxa"/>
            <w:vMerge w:val="restart"/>
          </w:tcPr>
          <w:p w:rsidR="00A376CE" w:rsidRPr="008F19E9" w:rsidRDefault="00A376CE" w:rsidP="00045050">
            <w:pPr>
              <w:rPr>
                <w:rStyle w:val="FontStyle52"/>
              </w:rPr>
            </w:pPr>
            <w:r w:rsidRPr="008F19E9">
              <w:rPr>
                <w:rStyle w:val="FontStyle52"/>
              </w:rPr>
              <w:t>Создание информационного обеспечения введения ФГОС</w:t>
            </w:r>
          </w:p>
        </w:tc>
        <w:tc>
          <w:tcPr>
            <w:tcW w:w="7920" w:type="dxa"/>
          </w:tcPr>
          <w:p w:rsidR="00A376CE" w:rsidRPr="008F19E9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Разработка и реализация медиа-плана  по информированию общественности через СМИ о переходе на ФГОС НОО</w:t>
            </w:r>
          </w:p>
        </w:tc>
        <w:tc>
          <w:tcPr>
            <w:tcW w:w="1980" w:type="dxa"/>
          </w:tcPr>
          <w:p w:rsidR="00A376CE" w:rsidRPr="00D97A6B" w:rsidRDefault="00A376CE" w:rsidP="00045050">
            <w:pPr>
              <w:rPr>
                <w:rStyle w:val="FontStyle49"/>
                <w:lang w:val="en-US"/>
              </w:rPr>
            </w:pPr>
            <w:r>
              <w:rPr>
                <w:rStyle w:val="FontStyle49"/>
              </w:rPr>
              <w:t>ноябрь 2010-сентябрь 2011</w:t>
            </w:r>
          </w:p>
        </w:tc>
        <w:tc>
          <w:tcPr>
            <w:tcW w:w="2880" w:type="dxa"/>
          </w:tcPr>
          <w:p w:rsidR="00A376CE" w:rsidRPr="00045050" w:rsidRDefault="00A376CE" w:rsidP="00DA67B4">
            <w:pPr>
              <w:rPr>
                <w:rStyle w:val="FontStyle49"/>
              </w:rPr>
            </w:pPr>
            <w:r>
              <w:rPr>
                <w:rStyle w:val="FontStyle49"/>
              </w:rPr>
              <w:t>Король Е.В.</w:t>
            </w:r>
          </w:p>
        </w:tc>
      </w:tr>
      <w:tr w:rsidR="00A376CE" w:rsidRPr="00D85448" w:rsidTr="00680C3A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Default="00A376CE" w:rsidP="00045050">
            <w:pPr>
              <w:rPr>
                <w:rStyle w:val="FontStyle49"/>
              </w:rPr>
            </w:pPr>
            <w:r>
              <w:rPr>
                <w:rStyle w:val="FontStyle49"/>
              </w:rPr>
              <w:t>Информирование о результатах  деятельности по введению ФГОС в муниципальных, региональных, федеральных СМИ</w:t>
            </w:r>
          </w:p>
        </w:tc>
        <w:tc>
          <w:tcPr>
            <w:tcW w:w="1980" w:type="dxa"/>
          </w:tcPr>
          <w:p w:rsidR="00A376CE" w:rsidRPr="00D97A6B" w:rsidRDefault="00A376CE" w:rsidP="006D53BB">
            <w:pPr>
              <w:rPr>
                <w:rStyle w:val="FontStyle49"/>
                <w:lang w:val="en-US"/>
              </w:rPr>
            </w:pPr>
            <w:r>
              <w:rPr>
                <w:rStyle w:val="FontStyle49"/>
              </w:rPr>
              <w:t>ноябрь 2010-сентябрь 2011</w:t>
            </w:r>
          </w:p>
        </w:tc>
        <w:tc>
          <w:tcPr>
            <w:tcW w:w="2880" w:type="dxa"/>
          </w:tcPr>
          <w:p w:rsidR="00A376CE" w:rsidRPr="00045050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Король Е.В. </w:t>
            </w:r>
          </w:p>
        </w:tc>
      </w:tr>
      <w:tr w:rsidR="00A376CE" w:rsidRPr="00D85448" w:rsidTr="00680C3A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Pr="00045050" w:rsidRDefault="00A376CE" w:rsidP="00120D1D">
            <w:pPr>
              <w:rPr>
                <w:rStyle w:val="FontStyle49"/>
              </w:rPr>
            </w:pPr>
            <w:r w:rsidRPr="00913C30">
              <w:rPr>
                <w:rStyle w:val="FontStyle52"/>
                <w:b w:val="0"/>
              </w:rPr>
              <w:t>Обеспечение деятельности форума педагогических работников на сайте</w:t>
            </w:r>
            <w:r w:rsidRPr="00DC49F9">
              <w:rPr>
                <w:rStyle w:val="FontStyle52"/>
              </w:rPr>
              <w:t xml:space="preserve"> </w:t>
            </w:r>
            <w:r w:rsidRPr="00DC49F9">
              <w:rPr>
                <w:rStyle w:val="FontStyle52"/>
                <w:b w:val="0"/>
              </w:rPr>
              <w:t>К</w:t>
            </w:r>
            <w:r w:rsidRPr="00DC49F9">
              <w:rPr>
                <w:sz w:val="20"/>
                <w:szCs w:val="20"/>
              </w:rPr>
              <w:t>ГАОУ</w:t>
            </w:r>
            <w:r w:rsidRPr="00AA03A3">
              <w:rPr>
                <w:sz w:val="20"/>
                <w:szCs w:val="20"/>
              </w:rPr>
              <w:t xml:space="preserve"> ДПО</w:t>
            </w:r>
            <w:r>
              <w:rPr>
                <w:sz w:val="20"/>
                <w:szCs w:val="20"/>
              </w:rPr>
              <w:t xml:space="preserve"> (ПК)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  <w:tc>
          <w:tcPr>
            <w:tcW w:w="1980" w:type="dxa"/>
          </w:tcPr>
          <w:p w:rsidR="00A376CE" w:rsidRPr="00D97A6B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постоянно</w:t>
            </w:r>
          </w:p>
        </w:tc>
        <w:tc>
          <w:tcPr>
            <w:tcW w:w="2880" w:type="dxa"/>
          </w:tcPr>
          <w:p w:rsidR="00A376CE" w:rsidRPr="00045050" w:rsidRDefault="00A376CE" w:rsidP="00120D1D">
            <w:pPr>
              <w:rPr>
                <w:rStyle w:val="FontStyle49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</w:tr>
      <w:tr w:rsidR="00A376CE" w:rsidRPr="00D85448" w:rsidTr="00680C3A">
        <w:tc>
          <w:tcPr>
            <w:tcW w:w="2088" w:type="dxa"/>
            <w:vMerge w:val="restart"/>
          </w:tcPr>
          <w:p w:rsidR="00A376CE" w:rsidRPr="008F19E9" w:rsidRDefault="00A376CE" w:rsidP="00045050">
            <w:pPr>
              <w:rPr>
                <w:rStyle w:val="FontStyle52"/>
              </w:rPr>
            </w:pPr>
            <w:r w:rsidRPr="008F19E9">
              <w:rPr>
                <w:rStyle w:val="FontStyle52"/>
              </w:rPr>
              <w:t>Создание материально-технического обеспечения</w:t>
            </w:r>
          </w:p>
        </w:tc>
        <w:tc>
          <w:tcPr>
            <w:tcW w:w="7920" w:type="dxa"/>
          </w:tcPr>
          <w:p w:rsidR="00A376CE" w:rsidRDefault="00A376CE" w:rsidP="00552BD3">
            <w:pPr>
              <w:rPr>
                <w:rStyle w:val="FontStyle49"/>
              </w:rPr>
            </w:pPr>
            <w:r>
              <w:rPr>
                <w:rStyle w:val="FontStyle49"/>
              </w:rPr>
              <w:t>Определение перечня  учебного  оборудования для начальной школы в соответствии с требованиями ФГОС НОО для апробации в пяти пилотных школах</w:t>
            </w:r>
          </w:p>
        </w:tc>
        <w:tc>
          <w:tcPr>
            <w:tcW w:w="1980" w:type="dxa"/>
          </w:tcPr>
          <w:p w:rsidR="00A376CE" w:rsidRDefault="00A376CE" w:rsidP="00552BD3">
            <w:pPr>
              <w:rPr>
                <w:rStyle w:val="FontStyle49"/>
              </w:rPr>
            </w:pPr>
            <w:r>
              <w:rPr>
                <w:rStyle w:val="FontStyle49"/>
              </w:rPr>
              <w:t>октябрь 2010</w:t>
            </w:r>
          </w:p>
        </w:tc>
        <w:tc>
          <w:tcPr>
            <w:tcW w:w="2880" w:type="dxa"/>
          </w:tcPr>
          <w:p w:rsidR="00A376CE" w:rsidRDefault="00A376CE" w:rsidP="00552BD3">
            <w:pPr>
              <w:jc w:val="both"/>
              <w:rPr>
                <w:rStyle w:val="FontStyle49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(ПК) </w:t>
            </w:r>
            <w:r w:rsidRPr="00AA03A3">
              <w:rPr>
                <w:sz w:val="20"/>
                <w:szCs w:val="20"/>
              </w:rPr>
              <w:t>С КК ИПК ППРО</w:t>
            </w:r>
          </w:p>
        </w:tc>
      </w:tr>
      <w:tr w:rsidR="00A376CE" w:rsidRPr="00D85448" w:rsidTr="00680C3A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Pr="00913C30" w:rsidRDefault="00A376CE" w:rsidP="00120D1D">
            <w:pPr>
              <w:rPr>
                <w:rStyle w:val="FontStyle52"/>
                <w:b w:val="0"/>
              </w:rPr>
            </w:pPr>
            <w:r>
              <w:rPr>
                <w:rStyle w:val="FontStyle52"/>
                <w:b w:val="0"/>
              </w:rPr>
              <w:t>Организация апробации инварианта необходимого оборудования для начальной школы в соответствии с требованиями ФГОС НОО на базе пилотных школ</w:t>
            </w:r>
          </w:p>
        </w:tc>
        <w:tc>
          <w:tcPr>
            <w:tcW w:w="1980" w:type="dxa"/>
          </w:tcPr>
          <w:p w:rsidR="00A376CE" w:rsidRPr="00E8459F" w:rsidRDefault="00A376CE" w:rsidP="00120D1D">
            <w:pPr>
              <w:rPr>
                <w:rStyle w:val="FontStyle49"/>
              </w:rPr>
            </w:pPr>
            <w:r>
              <w:rPr>
                <w:rStyle w:val="FontStyle49"/>
              </w:rPr>
              <w:t>январь-май 2011</w:t>
            </w:r>
          </w:p>
        </w:tc>
        <w:tc>
          <w:tcPr>
            <w:tcW w:w="2880" w:type="dxa"/>
          </w:tcPr>
          <w:p w:rsidR="00A376CE" w:rsidRPr="00AA03A3" w:rsidRDefault="00A376CE" w:rsidP="00120D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rStyle w:val="FontStyle49"/>
              </w:rPr>
              <w:t>, МОУО, ОУ</w:t>
            </w:r>
          </w:p>
        </w:tc>
      </w:tr>
      <w:tr w:rsidR="00A376CE" w:rsidRPr="00D85448" w:rsidTr="00680C3A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>Определение и утверждение краевых</w:t>
            </w:r>
            <w:r w:rsidRPr="008F19E9">
              <w:rPr>
                <w:rStyle w:val="FontStyle49"/>
              </w:rPr>
              <w:t xml:space="preserve"> требований к </w:t>
            </w:r>
            <w:r>
              <w:rPr>
                <w:rStyle w:val="FontStyle49"/>
              </w:rPr>
              <w:t>опти</w:t>
            </w:r>
            <w:r w:rsidRPr="008F19E9">
              <w:rPr>
                <w:rStyle w:val="FontStyle49"/>
              </w:rPr>
              <w:t>мальной оснащенности учебного процесса</w:t>
            </w:r>
            <w:r>
              <w:rPr>
                <w:rStyle w:val="FontStyle49"/>
              </w:rPr>
              <w:t xml:space="preserve"> в начальной школе в соответствии с требованиями ФГОС НОО</w:t>
            </w:r>
          </w:p>
          <w:p w:rsidR="00A376CE" w:rsidRPr="00D85448" w:rsidRDefault="00A376CE" w:rsidP="007E433C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A376CE" w:rsidRPr="00295C9F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>июнь 2011</w:t>
            </w:r>
          </w:p>
        </w:tc>
        <w:tc>
          <w:tcPr>
            <w:tcW w:w="2880" w:type="dxa"/>
          </w:tcPr>
          <w:p w:rsidR="00A376CE" w:rsidRPr="00F92BD3" w:rsidRDefault="00A376CE" w:rsidP="00F92BD3">
            <w:pPr>
              <w:rPr>
                <w:rStyle w:val="FontStyle49"/>
              </w:rPr>
            </w:pPr>
            <w:r w:rsidRPr="00AA03A3">
              <w:rPr>
                <w:sz w:val="20"/>
                <w:szCs w:val="20"/>
              </w:rPr>
              <w:t>ГАОУ ДПО</w:t>
            </w:r>
            <w:r>
              <w:rPr>
                <w:sz w:val="20"/>
                <w:szCs w:val="20"/>
              </w:rPr>
              <w:t xml:space="preserve"> (ПК) </w:t>
            </w:r>
            <w:r w:rsidRPr="00AA03A3">
              <w:rPr>
                <w:sz w:val="20"/>
                <w:szCs w:val="20"/>
              </w:rPr>
              <w:t>С КК ИПК ППРО</w:t>
            </w:r>
            <w:r>
              <w:rPr>
                <w:sz w:val="20"/>
                <w:szCs w:val="20"/>
              </w:rPr>
              <w:t>, Министерство</w:t>
            </w:r>
          </w:p>
        </w:tc>
      </w:tr>
      <w:tr w:rsidR="00A376CE" w:rsidRPr="00D85448" w:rsidTr="00680C3A">
        <w:tc>
          <w:tcPr>
            <w:tcW w:w="2088" w:type="dxa"/>
            <w:vMerge/>
          </w:tcPr>
          <w:p w:rsidR="00A376CE" w:rsidRPr="008F19E9" w:rsidRDefault="00A376CE" w:rsidP="00045050">
            <w:pPr>
              <w:rPr>
                <w:rStyle w:val="FontStyle52"/>
              </w:rPr>
            </w:pPr>
          </w:p>
        </w:tc>
        <w:tc>
          <w:tcPr>
            <w:tcW w:w="7920" w:type="dxa"/>
          </w:tcPr>
          <w:p w:rsidR="00A376CE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 xml:space="preserve">Разработка плана поэтапного материально-технического обеспечения учебного процесса, оборудования  учебных помещений </w:t>
            </w:r>
            <w:r w:rsidRPr="00BE3364">
              <w:rPr>
                <w:rStyle w:val="FontStyle49"/>
                <w:color w:val="FF0000"/>
              </w:rPr>
              <w:t xml:space="preserve"> </w:t>
            </w:r>
            <w:r w:rsidRPr="008A08BA">
              <w:rPr>
                <w:rStyle w:val="FontStyle49"/>
              </w:rPr>
              <w:t xml:space="preserve">общеобразовательных школ </w:t>
            </w:r>
            <w:r>
              <w:rPr>
                <w:rStyle w:val="FontStyle49"/>
              </w:rPr>
              <w:t>в соответствии с требованиями ФГОС НОО</w:t>
            </w:r>
            <w:r w:rsidRPr="008A08BA">
              <w:rPr>
                <w:rStyle w:val="FontStyle49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0" w:type="dxa"/>
          </w:tcPr>
          <w:p w:rsidR="00A376CE" w:rsidRDefault="00A376CE" w:rsidP="007E433C">
            <w:pPr>
              <w:rPr>
                <w:rStyle w:val="FontStyle49"/>
              </w:rPr>
            </w:pPr>
            <w:r>
              <w:rPr>
                <w:rStyle w:val="FontStyle49"/>
              </w:rPr>
              <w:t>июль 2011</w:t>
            </w:r>
          </w:p>
        </w:tc>
        <w:tc>
          <w:tcPr>
            <w:tcW w:w="2880" w:type="dxa"/>
          </w:tcPr>
          <w:p w:rsidR="00A376CE" w:rsidRPr="00F92BD3" w:rsidRDefault="00A376CE" w:rsidP="00F92BD3">
            <w:pPr>
              <w:rPr>
                <w:rStyle w:val="FontStyle49"/>
              </w:rPr>
            </w:pPr>
            <w:r>
              <w:rPr>
                <w:rStyle w:val="FontStyle49"/>
              </w:rPr>
              <w:t>МОУО, ОУ</w:t>
            </w:r>
          </w:p>
        </w:tc>
      </w:tr>
    </w:tbl>
    <w:p w:rsidR="00A376CE" w:rsidRDefault="00A376CE" w:rsidP="00045050"/>
    <w:p w:rsidR="00A376CE" w:rsidRDefault="00A376CE" w:rsidP="00045050"/>
    <w:p w:rsidR="00A376CE" w:rsidRDefault="00A376CE" w:rsidP="00045050">
      <w:r>
        <w:t xml:space="preserve"> </w:t>
      </w:r>
    </w:p>
    <w:p w:rsidR="00A376CE" w:rsidRDefault="00A376CE" w:rsidP="00045050"/>
    <w:p w:rsidR="00A376CE" w:rsidRPr="00A77552" w:rsidRDefault="00A376CE" w:rsidP="00045050">
      <w:pPr>
        <w:rPr>
          <w:sz w:val="28"/>
          <w:szCs w:val="28"/>
        </w:rPr>
      </w:pPr>
      <w:r w:rsidRPr="00A77552">
        <w:rPr>
          <w:sz w:val="28"/>
          <w:szCs w:val="28"/>
        </w:rPr>
        <w:t>Заместитель министра</w:t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 w:rsidRPr="00A77552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A77552">
        <w:rPr>
          <w:sz w:val="28"/>
          <w:szCs w:val="28"/>
        </w:rPr>
        <w:t>Н.В. Анохина</w:t>
      </w:r>
    </w:p>
    <w:sectPr w:rsidR="00A376CE" w:rsidRPr="00A77552" w:rsidSect="0040565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6CE" w:rsidRDefault="00A376CE" w:rsidP="00FE3C7C">
      <w:r>
        <w:separator/>
      </w:r>
    </w:p>
  </w:endnote>
  <w:endnote w:type="continuationSeparator" w:id="0">
    <w:p w:rsidR="00A376CE" w:rsidRDefault="00A376CE" w:rsidP="00FE3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6CE" w:rsidRDefault="00A376CE" w:rsidP="00FE3C7C">
      <w:r>
        <w:separator/>
      </w:r>
    </w:p>
  </w:footnote>
  <w:footnote w:type="continuationSeparator" w:id="0">
    <w:p w:rsidR="00A376CE" w:rsidRDefault="00A376CE" w:rsidP="00FE3C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674"/>
    <w:rsid w:val="000005C5"/>
    <w:rsid w:val="000033BA"/>
    <w:rsid w:val="00013A03"/>
    <w:rsid w:val="00025024"/>
    <w:rsid w:val="00040A83"/>
    <w:rsid w:val="00045050"/>
    <w:rsid w:val="00051D21"/>
    <w:rsid w:val="00055C39"/>
    <w:rsid w:val="00064D96"/>
    <w:rsid w:val="00075587"/>
    <w:rsid w:val="00077E6E"/>
    <w:rsid w:val="00090CE4"/>
    <w:rsid w:val="00092F82"/>
    <w:rsid w:val="0009622A"/>
    <w:rsid w:val="000A43E6"/>
    <w:rsid w:val="000A6254"/>
    <w:rsid w:val="000C19FF"/>
    <w:rsid w:val="000C3B11"/>
    <w:rsid w:val="000C408C"/>
    <w:rsid w:val="000D46ED"/>
    <w:rsid w:val="000E75AA"/>
    <w:rsid w:val="000F667E"/>
    <w:rsid w:val="001042D5"/>
    <w:rsid w:val="00105207"/>
    <w:rsid w:val="00120D1D"/>
    <w:rsid w:val="001273E6"/>
    <w:rsid w:val="00142233"/>
    <w:rsid w:val="00143D63"/>
    <w:rsid w:val="001564BB"/>
    <w:rsid w:val="00162E06"/>
    <w:rsid w:val="001640F4"/>
    <w:rsid w:val="00175822"/>
    <w:rsid w:val="00194408"/>
    <w:rsid w:val="001B300B"/>
    <w:rsid w:val="001C4D2D"/>
    <w:rsid w:val="001C51AF"/>
    <w:rsid w:val="001D1A6E"/>
    <w:rsid w:val="001D21D4"/>
    <w:rsid w:val="001D3654"/>
    <w:rsid w:val="001D39EA"/>
    <w:rsid w:val="001E2861"/>
    <w:rsid w:val="001E5D27"/>
    <w:rsid w:val="001E607B"/>
    <w:rsid w:val="00201D44"/>
    <w:rsid w:val="00202E27"/>
    <w:rsid w:val="00207880"/>
    <w:rsid w:val="00223734"/>
    <w:rsid w:val="00224BEB"/>
    <w:rsid w:val="00225CF2"/>
    <w:rsid w:val="00230FD8"/>
    <w:rsid w:val="00240D34"/>
    <w:rsid w:val="00251E88"/>
    <w:rsid w:val="002625E5"/>
    <w:rsid w:val="00270451"/>
    <w:rsid w:val="00275C4F"/>
    <w:rsid w:val="00281CCB"/>
    <w:rsid w:val="00283CE3"/>
    <w:rsid w:val="00286DD9"/>
    <w:rsid w:val="0029512C"/>
    <w:rsid w:val="002959D2"/>
    <w:rsid w:val="00295C9F"/>
    <w:rsid w:val="002B2FAA"/>
    <w:rsid w:val="002C2C01"/>
    <w:rsid w:val="002C2ED2"/>
    <w:rsid w:val="002E08CC"/>
    <w:rsid w:val="002F58DC"/>
    <w:rsid w:val="003078A9"/>
    <w:rsid w:val="00307C60"/>
    <w:rsid w:val="003141EB"/>
    <w:rsid w:val="003230BF"/>
    <w:rsid w:val="0032757F"/>
    <w:rsid w:val="00334E5B"/>
    <w:rsid w:val="003519EF"/>
    <w:rsid w:val="00384FD1"/>
    <w:rsid w:val="00385F4B"/>
    <w:rsid w:val="00393F62"/>
    <w:rsid w:val="003B1174"/>
    <w:rsid w:val="003C35DA"/>
    <w:rsid w:val="003D05E4"/>
    <w:rsid w:val="003E25FA"/>
    <w:rsid w:val="00400624"/>
    <w:rsid w:val="0040565A"/>
    <w:rsid w:val="00434B6C"/>
    <w:rsid w:val="0044184C"/>
    <w:rsid w:val="00447B06"/>
    <w:rsid w:val="004600DD"/>
    <w:rsid w:val="004632DE"/>
    <w:rsid w:val="00473D8E"/>
    <w:rsid w:val="0047462D"/>
    <w:rsid w:val="00492D88"/>
    <w:rsid w:val="004B7039"/>
    <w:rsid w:val="00520B70"/>
    <w:rsid w:val="00550311"/>
    <w:rsid w:val="00552BD3"/>
    <w:rsid w:val="005619E3"/>
    <w:rsid w:val="00574360"/>
    <w:rsid w:val="005A6ACC"/>
    <w:rsid w:val="005C2A7B"/>
    <w:rsid w:val="005D70F1"/>
    <w:rsid w:val="005E5D11"/>
    <w:rsid w:val="00600770"/>
    <w:rsid w:val="00603AF4"/>
    <w:rsid w:val="00611F9C"/>
    <w:rsid w:val="00633375"/>
    <w:rsid w:val="00633D01"/>
    <w:rsid w:val="00644B88"/>
    <w:rsid w:val="006538E5"/>
    <w:rsid w:val="006550C9"/>
    <w:rsid w:val="00655439"/>
    <w:rsid w:val="00661A41"/>
    <w:rsid w:val="00667987"/>
    <w:rsid w:val="006726AE"/>
    <w:rsid w:val="00680C3A"/>
    <w:rsid w:val="0068341F"/>
    <w:rsid w:val="0069414B"/>
    <w:rsid w:val="006C6997"/>
    <w:rsid w:val="006D53BB"/>
    <w:rsid w:val="0070055A"/>
    <w:rsid w:val="0072291F"/>
    <w:rsid w:val="0074749A"/>
    <w:rsid w:val="00752CBB"/>
    <w:rsid w:val="00764255"/>
    <w:rsid w:val="0076461E"/>
    <w:rsid w:val="00766286"/>
    <w:rsid w:val="00767158"/>
    <w:rsid w:val="00773958"/>
    <w:rsid w:val="00773C7E"/>
    <w:rsid w:val="007C3EA1"/>
    <w:rsid w:val="007D4F78"/>
    <w:rsid w:val="007D5FC2"/>
    <w:rsid w:val="007E0EFB"/>
    <w:rsid w:val="007E433C"/>
    <w:rsid w:val="007E5CF4"/>
    <w:rsid w:val="007F7715"/>
    <w:rsid w:val="00805AE1"/>
    <w:rsid w:val="0080773F"/>
    <w:rsid w:val="00820539"/>
    <w:rsid w:val="00821226"/>
    <w:rsid w:val="00823634"/>
    <w:rsid w:val="00823A92"/>
    <w:rsid w:val="00835BA5"/>
    <w:rsid w:val="008459D6"/>
    <w:rsid w:val="00845D48"/>
    <w:rsid w:val="0088048C"/>
    <w:rsid w:val="008A08BA"/>
    <w:rsid w:val="008A6C4A"/>
    <w:rsid w:val="008A7945"/>
    <w:rsid w:val="008C6674"/>
    <w:rsid w:val="008F19E9"/>
    <w:rsid w:val="008F7FFA"/>
    <w:rsid w:val="00903CF6"/>
    <w:rsid w:val="00911BFC"/>
    <w:rsid w:val="00913C30"/>
    <w:rsid w:val="00916A02"/>
    <w:rsid w:val="009308A3"/>
    <w:rsid w:val="0094770E"/>
    <w:rsid w:val="009573B2"/>
    <w:rsid w:val="0097284C"/>
    <w:rsid w:val="0097593E"/>
    <w:rsid w:val="00975BAC"/>
    <w:rsid w:val="0099203A"/>
    <w:rsid w:val="00996316"/>
    <w:rsid w:val="009B4C9F"/>
    <w:rsid w:val="009C57E6"/>
    <w:rsid w:val="009E0FAF"/>
    <w:rsid w:val="00A0027B"/>
    <w:rsid w:val="00A36150"/>
    <w:rsid w:val="00A376CE"/>
    <w:rsid w:val="00A40D0D"/>
    <w:rsid w:val="00A508FC"/>
    <w:rsid w:val="00A50FE5"/>
    <w:rsid w:val="00A632B9"/>
    <w:rsid w:val="00A64920"/>
    <w:rsid w:val="00A77552"/>
    <w:rsid w:val="00AA03A3"/>
    <w:rsid w:val="00AB159A"/>
    <w:rsid w:val="00AB16E4"/>
    <w:rsid w:val="00AB60BB"/>
    <w:rsid w:val="00AB6DB5"/>
    <w:rsid w:val="00AB7F46"/>
    <w:rsid w:val="00AD1DF7"/>
    <w:rsid w:val="00B02E62"/>
    <w:rsid w:val="00B06AB0"/>
    <w:rsid w:val="00B07B40"/>
    <w:rsid w:val="00B44355"/>
    <w:rsid w:val="00B45CC0"/>
    <w:rsid w:val="00B45EC9"/>
    <w:rsid w:val="00B469C1"/>
    <w:rsid w:val="00B70E86"/>
    <w:rsid w:val="00B7387C"/>
    <w:rsid w:val="00B743A9"/>
    <w:rsid w:val="00B75416"/>
    <w:rsid w:val="00BA35B1"/>
    <w:rsid w:val="00BB3CBF"/>
    <w:rsid w:val="00BC15A6"/>
    <w:rsid w:val="00BC2B2F"/>
    <w:rsid w:val="00BE3364"/>
    <w:rsid w:val="00BF0F7F"/>
    <w:rsid w:val="00BF42B2"/>
    <w:rsid w:val="00BF562B"/>
    <w:rsid w:val="00C003C2"/>
    <w:rsid w:val="00C0421C"/>
    <w:rsid w:val="00C166A3"/>
    <w:rsid w:val="00C202A8"/>
    <w:rsid w:val="00C20DDF"/>
    <w:rsid w:val="00C272F3"/>
    <w:rsid w:val="00C52F49"/>
    <w:rsid w:val="00C73EB8"/>
    <w:rsid w:val="00C80FAE"/>
    <w:rsid w:val="00C874B5"/>
    <w:rsid w:val="00CA0B32"/>
    <w:rsid w:val="00CA45BC"/>
    <w:rsid w:val="00CA502E"/>
    <w:rsid w:val="00CA5CBD"/>
    <w:rsid w:val="00CB2853"/>
    <w:rsid w:val="00CB3168"/>
    <w:rsid w:val="00CC0830"/>
    <w:rsid w:val="00CD0637"/>
    <w:rsid w:val="00CE5E56"/>
    <w:rsid w:val="00CF4C43"/>
    <w:rsid w:val="00D04824"/>
    <w:rsid w:val="00D3618B"/>
    <w:rsid w:val="00D46207"/>
    <w:rsid w:val="00D46469"/>
    <w:rsid w:val="00D54D03"/>
    <w:rsid w:val="00D62E16"/>
    <w:rsid w:val="00D81951"/>
    <w:rsid w:val="00D85448"/>
    <w:rsid w:val="00D97A6B"/>
    <w:rsid w:val="00DA1C6A"/>
    <w:rsid w:val="00DA67B4"/>
    <w:rsid w:val="00DB49BF"/>
    <w:rsid w:val="00DB5BDF"/>
    <w:rsid w:val="00DC023A"/>
    <w:rsid w:val="00DC1075"/>
    <w:rsid w:val="00DC2420"/>
    <w:rsid w:val="00DC49F9"/>
    <w:rsid w:val="00DD53F7"/>
    <w:rsid w:val="00DF33D4"/>
    <w:rsid w:val="00DF3F3F"/>
    <w:rsid w:val="00DF59DB"/>
    <w:rsid w:val="00DF6343"/>
    <w:rsid w:val="00E05AC1"/>
    <w:rsid w:val="00E10594"/>
    <w:rsid w:val="00E216E7"/>
    <w:rsid w:val="00E539A0"/>
    <w:rsid w:val="00E56A02"/>
    <w:rsid w:val="00E635C9"/>
    <w:rsid w:val="00E83254"/>
    <w:rsid w:val="00E8459F"/>
    <w:rsid w:val="00E95FB9"/>
    <w:rsid w:val="00EA7A09"/>
    <w:rsid w:val="00EC50B8"/>
    <w:rsid w:val="00EC5357"/>
    <w:rsid w:val="00F04557"/>
    <w:rsid w:val="00F05236"/>
    <w:rsid w:val="00F05ADC"/>
    <w:rsid w:val="00F25EE5"/>
    <w:rsid w:val="00F407FB"/>
    <w:rsid w:val="00F45CBB"/>
    <w:rsid w:val="00F5355B"/>
    <w:rsid w:val="00F80940"/>
    <w:rsid w:val="00F92BD3"/>
    <w:rsid w:val="00F933E9"/>
    <w:rsid w:val="00F94E21"/>
    <w:rsid w:val="00FD1B0A"/>
    <w:rsid w:val="00FD2E44"/>
    <w:rsid w:val="00FE3C7C"/>
    <w:rsid w:val="00FF1B3A"/>
    <w:rsid w:val="00FF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67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2">
    <w:name w:val="Style22"/>
    <w:basedOn w:val="Normal"/>
    <w:uiPriority w:val="99"/>
    <w:rsid w:val="008C6674"/>
    <w:pPr>
      <w:spacing w:line="252" w:lineRule="exact"/>
      <w:ind w:firstLine="571"/>
      <w:jc w:val="both"/>
    </w:pPr>
  </w:style>
  <w:style w:type="paragraph" w:customStyle="1" w:styleId="Style30">
    <w:name w:val="Style30"/>
    <w:basedOn w:val="Normal"/>
    <w:uiPriority w:val="99"/>
    <w:rsid w:val="008C6674"/>
  </w:style>
  <w:style w:type="character" w:customStyle="1" w:styleId="FontStyle42">
    <w:name w:val="Font Style42"/>
    <w:basedOn w:val="DefaultParagraphFont"/>
    <w:uiPriority w:val="99"/>
    <w:rsid w:val="008C6674"/>
    <w:rPr>
      <w:rFonts w:ascii="Times New Roman" w:hAnsi="Times New Roman" w:cs="Times New Roman"/>
      <w:b/>
      <w:bCs/>
      <w:smallCaps/>
      <w:sz w:val="34"/>
      <w:szCs w:val="34"/>
    </w:rPr>
  </w:style>
  <w:style w:type="character" w:customStyle="1" w:styleId="FontStyle49">
    <w:name w:val="Font Style49"/>
    <w:basedOn w:val="DefaultParagraphFont"/>
    <w:uiPriority w:val="99"/>
    <w:rsid w:val="008C6674"/>
    <w:rPr>
      <w:rFonts w:ascii="Times New Roman" w:hAnsi="Times New Roman" w:cs="Times New Roman"/>
      <w:sz w:val="20"/>
      <w:szCs w:val="20"/>
    </w:rPr>
  </w:style>
  <w:style w:type="character" w:customStyle="1" w:styleId="FontStyle52">
    <w:name w:val="Font Style52"/>
    <w:basedOn w:val="DefaultParagraphFont"/>
    <w:uiPriority w:val="99"/>
    <w:rsid w:val="008C667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basedOn w:val="DefaultParagraphFont"/>
    <w:uiPriority w:val="99"/>
    <w:rsid w:val="008C6674"/>
    <w:rPr>
      <w:rFonts w:ascii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C6674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72291F"/>
    <w:pPr>
      <w:spacing w:line="317" w:lineRule="exact"/>
      <w:jc w:val="center"/>
    </w:pPr>
  </w:style>
  <w:style w:type="paragraph" w:customStyle="1" w:styleId="Style3">
    <w:name w:val="Style3"/>
    <w:basedOn w:val="Normal"/>
    <w:uiPriority w:val="99"/>
    <w:rsid w:val="0072291F"/>
    <w:pPr>
      <w:spacing w:line="258" w:lineRule="exact"/>
      <w:ind w:firstLine="562"/>
    </w:pPr>
  </w:style>
  <w:style w:type="paragraph" w:customStyle="1" w:styleId="Style13">
    <w:name w:val="Style13"/>
    <w:basedOn w:val="Normal"/>
    <w:uiPriority w:val="99"/>
    <w:rsid w:val="002E08CC"/>
    <w:pPr>
      <w:spacing w:line="259" w:lineRule="exact"/>
      <w:jc w:val="both"/>
    </w:pPr>
  </w:style>
  <w:style w:type="paragraph" w:styleId="Header">
    <w:name w:val="header"/>
    <w:basedOn w:val="Normal"/>
    <w:link w:val="HeaderChar"/>
    <w:uiPriority w:val="99"/>
    <w:rsid w:val="00FE3C7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3C7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E3C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E3C7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04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300B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932</TotalTime>
  <Pages>4</Pages>
  <Words>2389</Words>
  <Characters>13621</Characters>
  <Application>Microsoft Office Outlook</Application>
  <DocSecurity>0</DocSecurity>
  <Lines>0</Lines>
  <Paragraphs>0</Paragraphs>
  <ScaleCrop>false</ScaleCrop>
  <Company>Торговый квартал на Свободном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cherepova</dc:creator>
  <cp:keywords/>
  <dc:description/>
  <cp:lastModifiedBy>cherepova</cp:lastModifiedBy>
  <cp:revision>60</cp:revision>
  <cp:lastPrinted>2010-11-02T09:36:00Z</cp:lastPrinted>
  <dcterms:created xsi:type="dcterms:W3CDTF">2010-03-31T04:55:00Z</dcterms:created>
  <dcterms:modified xsi:type="dcterms:W3CDTF">2010-11-15T05:51:00Z</dcterms:modified>
</cp:coreProperties>
</file>